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D4" w:rsidRDefault="002C10D8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949967E" wp14:editId="57E4BEEE">
            <wp:extent cx="6595743" cy="4694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288" t="16072" r="9277" b="12191"/>
                    <a:stretch/>
                  </pic:blipFill>
                  <pic:spPr bwMode="auto">
                    <a:xfrm>
                      <a:off x="0" y="0"/>
                      <a:ext cx="6634781" cy="4722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0D8" w:rsidRDefault="002C10D8" w:rsidP="002C10D8">
      <w:pPr>
        <w:spacing w:after="0"/>
      </w:pPr>
    </w:p>
    <w:p w:rsidR="002C10D8" w:rsidRDefault="002C10D8">
      <w:r>
        <w:rPr>
          <w:noProof/>
          <w:lang w:eastAsia="en-GB"/>
        </w:rPr>
        <w:drawing>
          <wp:inline distT="0" distB="0" distL="0" distR="0" wp14:anchorId="1B67B42E" wp14:editId="7477FECE">
            <wp:extent cx="6597366" cy="472212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288" t="16072" r="9277" b="12191"/>
                    <a:stretch/>
                  </pic:blipFill>
                  <pic:spPr bwMode="auto">
                    <a:xfrm>
                      <a:off x="0" y="0"/>
                      <a:ext cx="6627939" cy="4744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C10D8" w:rsidSect="002C10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8"/>
    <w:rsid w:val="00034F8A"/>
    <w:rsid w:val="001874D4"/>
    <w:rsid w:val="002C10D8"/>
    <w:rsid w:val="00FA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F3335-3357-49D3-82B1-99106A9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C7A44912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Catholic College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Canning</dc:creator>
  <cp:keywords/>
  <dc:description/>
  <cp:lastModifiedBy>Mr M Bawden [MBA]</cp:lastModifiedBy>
  <cp:revision>2</cp:revision>
  <cp:lastPrinted>2015-11-02T07:31:00Z</cp:lastPrinted>
  <dcterms:created xsi:type="dcterms:W3CDTF">2016-05-09T11:16:00Z</dcterms:created>
  <dcterms:modified xsi:type="dcterms:W3CDTF">2016-05-09T11:16:00Z</dcterms:modified>
</cp:coreProperties>
</file>